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690"/>
        <w:gridCol w:w="4320"/>
        <w:gridCol w:w="5040"/>
      </w:tblGrid>
      <w:tr w:rsidR="000D448F" w:rsidRPr="00C554C1" w:rsidTr="008E1DC9">
        <w:trPr>
          <w:trHeight w:val="618"/>
        </w:trPr>
        <w:tc>
          <w:tcPr>
            <w:tcW w:w="13050" w:type="dxa"/>
            <w:gridSpan w:val="3"/>
            <w:shd w:val="clear" w:color="auto" w:fill="auto"/>
          </w:tcPr>
          <w:p w:rsidR="000D448F" w:rsidRPr="00C554C1" w:rsidRDefault="000D448F" w:rsidP="008E1DC9">
            <w:pPr>
              <w:tabs>
                <w:tab w:val="left" w:pos="-1440"/>
                <w:tab w:val="left" w:pos="-720"/>
                <w:tab w:val="left" w:pos="1"/>
                <w:tab w:val="left" w:pos="43"/>
                <w:tab w:val="left" w:pos="720"/>
                <w:tab w:val="left" w:pos="1440"/>
                <w:tab w:val="left" w:pos="2160"/>
                <w:tab w:val="left" w:pos="2880"/>
                <w:tab w:val="left" w:pos="3600"/>
                <w:tab w:val="left" w:pos="4320"/>
                <w:tab w:val="center" w:pos="4812"/>
                <w:tab w:val="left" w:pos="5040"/>
                <w:tab w:val="left" w:pos="5760"/>
                <w:tab w:val="left" w:pos="6030"/>
                <w:tab w:val="left" w:pos="6120"/>
                <w:tab w:val="left" w:pos="6750"/>
                <w:tab w:val="left" w:pos="6840"/>
                <w:tab w:val="left" w:pos="7920"/>
                <w:tab w:val="left" w:pos="864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612"/>
              <w:jc w:val="both"/>
              <w:rPr>
                <w:b/>
              </w:rPr>
            </w:pPr>
            <w:r w:rsidRPr="00C554C1">
              <w:rPr>
                <w:b/>
              </w:rPr>
              <w:t>Your committee members will review and evaluate your performance on this task using Standard 1: The teacher demonstrates applied content knowledge and Standard 2: The teacher designs and plans instruction.</w:t>
            </w:r>
          </w:p>
        </w:tc>
      </w:tr>
      <w:tr w:rsidR="000D448F" w:rsidRPr="00C554C1" w:rsidTr="008E1DC9">
        <w:trPr>
          <w:trHeight w:val="345"/>
        </w:trPr>
        <w:tc>
          <w:tcPr>
            <w:tcW w:w="13050" w:type="dxa"/>
            <w:gridSpan w:val="3"/>
            <w:tcBorders>
              <w:bottom w:val="single" w:sz="4" w:space="0" w:color="auto"/>
            </w:tcBorders>
            <w:shd w:val="clear" w:color="auto" w:fill="auto"/>
          </w:tcPr>
          <w:p w:rsidR="000D448F" w:rsidRPr="00C554C1" w:rsidRDefault="000D448F" w:rsidP="008E1DC9">
            <w:pPr>
              <w:tabs>
                <w:tab w:val="left" w:pos="-1440"/>
                <w:tab w:val="left" w:pos="-720"/>
                <w:tab w:val="left" w:pos="1"/>
                <w:tab w:val="left" w:pos="43"/>
                <w:tab w:val="left" w:pos="720"/>
                <w:tab w:val="left" w:pos="1440"/>
                <w:tab w:val="left" w:pos="2160"/>
                <w:tab w:val="left" w:pos="2880"/>
                <w:tab w:val="left" w:pos="3600"/>
                <w:tab w:val="left" w:pos="4320"/>
                <w:tab w:val="left" w:pos="5040"/>
                <w:tab w:val="left" w:pos="5760"/>
                <w:tab w:val="left" w:pos="6030"/>
                <w:tab w:val="left" w:pos="6120"/>
                <w:tab w:val="left" w:pos="6750"/>
                <w:tab w:val="left" w:pos="684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612" w:firstLine="342"/>
              <w:jc w:val="center"/>
              <w:rPr>
                <w:b/>
                <w:bCs/>
                <w:sz w:val="32"/>
              </w:rPr>
            </w:pPr>
            <w:r>
              <w:rPr>
                <w:b/>
                <w:bCs/>
                <w:sz w:val="32"/>
              </w:rPr>
              <w:t>Component I</w:t>
            </w:r>
            <w:r w:rsidRPr="00C554C1">
              <w:rPr>
                <w:b/>
                <w:bCs/>
                <w:sz w:val="32"/>
              </w:rPr>
              <w:t xml:space="preserve">: Classroom Teaching </w:t>
            </w:r>
          </w:p>
        </w:tc>
      </w:tr>
      <w:tr w:rsidR="000D448F" w:rsidTr="008E1DC9">
        <w:trPr>
          <w:trHeight w:val="330"/>
        </w:trPr>
        <w:tc>
          <w:tcPr>
            <w:tcW w:w="13050" w:type="dxa"/>
            <w:gridSpan w:val="3"/>
            <w:tcBorders>
              <w:top w:val="single" w:sz="4" w:space="0" w:color="auto"/>
            </w:tcBorders>
            <w:shd w:val="clear" w:color="auto" w:fill="auto"/>
          </w:tcPr>
          <w:p w:rsidR="000D448F" w:rsidRDefault="000D448F" w:rsidP="008E1DC9">
            <w:pPr>
              <w:tabs>
                <w:tab w:val="left" w:pos="-1440"/>
                <w:tab w:val="left" w:pos="-720"/>
                <w:tab w:val="left" w:pos="1"/>
                <w:tab w:val="left" w:pos="43"/>
                <w:tab w:val="left" w:pos="720"/>
                <w:tab w:val="left" w:pos="1440"/>
                <w:tab w:val="left" w:pos="2160"/>
                <w:tab w:val="left" w:pos="2880"/>
                <w:tab w:val="left" w:pos="3600"/>
                <w:tab w:val="left" w:pos="4320"/>
                <w:tab w:val="left" w:pos="5040"/>
                <w:tab w:val="left" w:pos="5760"/>
                <w:tab w:val="left" w:pos="6030"/>
                <w:tab w:val="left" w:pos="6120"/>
                <w:tab w:val="left" w:pos="6750"/>
                <w:tab w:val="left" w:pos="684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612" w:firstLine="342"/>
              <w:jc w:val="center"/>
              <w:rPr>
                <w:b/>
                <w:bCs/>
                <w:sz w:val="32"/>
              </w:rPr>
            </w:pPr>
            <w:r w:rsidRPr="00C554C1">
              <w:rPr>
                <w:b/>
                <w:bCs/>
                <w:sz w:val="28"/>
                <w:szCs w:val="28"/>
              </w:rPr>
              <w:t>Task A-2:  Lesson Plan</w:t>
            </w:r>
          </w:p>
        </w:tc>
      </w:tr>
      <w:tr w:rsidR="000D448F" w:rsidRPr="00C554C1" w:rsidTr="008E1DC9">
        <w:trPr>
          <w:trHeight w:val="964"/>
        </w:trPr>
        <w:tc>
          <w:tcPr>
            <w:tcW w:w="13050" w:type="dxa"/>
            <w:gridSpan w:val="3"/>
            <w:shd w:val="clear" w:color="auto" w:fill="auto"/>
          </w:tcPr>
          <w:p w:rsidR="000D448F" w:rsidRPr="00C554C1" w:rsidRDefault="000D448F" w:rsidP="008E1DC9">
            <w:pPr>
              <w:tabs>
                <w:tab w:val="left" w:pos="3960"/>
                <w:tab w:val="left" w:pos="6300"/>
                <w:tab w:val="left" w:pos="9180"/>
              </w:tabs>
              <w:autoSpaceDE w:val="0"/>
              <w:autoSpaceDN w:val="0"/>
              <w:adjustRightInd w:val="0"/>
              <w:rPr>
                <w:sz w:val="22"/>
                <w:szCs w:val="22"/>
              </w:rPr>
            </w:pPr>
          </w:p>
          <w:p w:rsidR="000D448F" w:rsidRPr="00F91EF6" w:rsidRDefault="000D448F" w:rsidP="008E1DC9">
            <w:pPr>
              <w:tabs>
                <w:tab w:val="left" w:pos="3960"/>
                <w:tab w:val="left" w:pos="6300"/>
                <w:tab w:val="left" w:pos="9180"/>
              </w:tabs>
              <w:autoSpaceDE w:val="0"/>
              <w:autoSpaceDN w:val="0"/>
              <w:adjustRightInd w:val="0"/>
              <w:rPr>
                <w:u w:val="single"/>
              </w:rPr>
            </w:pPr>
            <w:r w:rsidRPr="00F91EF6">
              <w:rPr>
                <w:b/>
              </w:rPr>
              <w:t>Intern Name:</w:t>
            </w:r>
            <w:r w:rsidRPr="00F91EF6">
              <w:t xml:space="preserve">  </w:t>
            </w:r>
            <w:r>
              <w:fldChar w:fldCharType="begin">
                <w:ffData>
                  <w:name w:val="Text1"/>
                  <w:enabled/>
                  <w:calcOnExit w:val="0"/>
                  <w:textInput/>
                </w:ffData>
              </w:fldChar>
            </w:r>
            <w:bookmarkStart w:id="0" w:name="Text1"/>
            <w:r>
              <w:instrText xml:space="preserve"> FORMTEXT </w:instrText>
            </w:r>
            <w:r>
              <w:fldChar w:fldCharType="separate"/>
            </w:r>
            <w:r w:rsidR="0095683E">
              <w:t xml:space="preserve">David </w:t>
            </w:r>
            <w:proofErr w:type="spellStart"/>
            <w:r w:rsidR="0095683E">
              <w:t>Farmwald</w:t>
            </w:r>
            <w:proofErr w:type="spellEnd"/>
            <w:r w:rsidR="00C7183E">
              <w:rPr>
                <w:noProof/>
              </w:rPr>
              <w:t xml:space="preserve"> </w:t>
            </w:r>
            <w:r>
              <w:fldChar w:fldCharType="end"/>
            </w:r>
            <w:bookmarkEnd w:id="0"/>
            <w:r>
              <w:t xml:space="preserve">                                   </w:t>
            </w:r>
            <w:r w:rsidRPr="00F91EF6">
              <w:rPr>
                <w:b/>
              </w:rPr>
              <w:t>Date</w:t>
            </w:r>
            <w:r>
              <w:rPr>
                <w:b/>
              </w:rPr>
              <w:t xml:space="preserve">:         </w:t>
            </w:r>
            <w:r>
              <w:fldChar w:fldCharType="begin">
                <w:ffData>
                  <w:name w:val="Text1"/>
                  <w:enabled/>
                  <w:calcOnExit w:val="0"/>
                  <w:textInput/>
                </w:ffData>
              </w:fldChar>
            </w:r>
            <w:r>
              <w:instrText xml:space="preserve"> FORMTEXT </w:instrText>
            </w:r>
            <w:r>
              <w:fldChar w:fldCharType="separate"/>
            </w:r>
            <w:r w:rsidR="00A947D0">
              <w:rPr>
                <w:noProof/>
              </w:rPr>
              <w:t>4/11/14</w:t>
            </w:r>
            <w:r>
              <w:fldChar w:fldCharType="end"/>
            </w:r>
            <w:r>
              <w:rPr>
                <w:b/>
              </w:rPr>
              <w:t xml:space="preserve">                                    Cycle:</w:t>
            </w:r>
            <w:r>
              <w:t xml:space="preserve"> </w:t>
            </w:r>
            <w:bookmarkStart w:id="1" w:name="Dropdown1"/>
            <w:r>
              <w:fldChar w:fldCharType="begin">
                <w:ffData>
                  <w:name w:val="Dropdown1"/>
                  <w:enabled/>
                  <w:calcOnExit w:val="0"/>
                  <w:ddList>
                    <w:result w:val="3"/>
                    <w:listEntry w:val="    "/>
                    <w:listEntry w:val="1"/>
                    <w:listEntry w:val="2"/>
                    <w:listEntry w:val="3"/>
                    <w:listEntry w:val="4 (if needed)"/>
                  </w:ddList>
                </w:ffData>
              </w:fldChar>
            </w:r>
            <w:r>
              <w:instrText xml:space="preserve"> FORMDROPDOWN </w:instrText>
            </w:r>
            <w:r>
              <w:fldChar w:fldCharType="end"/>
            </w:r>
            <w:bookmarkEnd w:id="1"/>
          </w:p>
          <w:p w:rsidR="000D448F" w:rsidRPr="00F91EF6" w:rsidRDefault="000D448F" w:rsidP="008E1DC9">
            <w:pPr>
              <w:autoSpaceDE w:val="0"/>
              <w:autoSpaceDN w:val="0"/>
              <w:adjustRightInd w:val="0"/>
            </w:pPr>
          </w:p>
          <w:p w:rsidR="000D448F" w:rsidRPr="00BF7253" w:rsidRDefault="000D448F" w:rsidP="008E1DC9">
            <w:pPr>
              <w:tabs>
                <w:tab w:val="left" w:pos="3960"/>
                <w:tab w:val="left" w:pos="6480"/>
                <w:tab w:val="left" w:pos="9180"/>
              </w:tabs>
              <w:autoSpaceDE w:val="0"/>
              <w:autoSpaceDN w:val="0"/>
              <w:adjustRightInd w:val="0"/>
              <w:rPr>
                <w:b/>
              </w:rPr>
            </w:pPr>
            <w:r w:rsidRPr="00BF7253">
              <w:rPr>
                <w:b/>
              </w:rPr>
              <w:t xml:space="preserve"># of Students: </w:t>
            </w:r>
            <w:r>
              <w:fldChar w:fldCharType="begin">
                <w:ffData>
                  <w:name w:val="Text1"/>
                  <w:enabled/>
                  <w:calcOnExit w:val="0"/>
                  <w:textInput/>
                </w:ffData>
              </w:fldChar>
            </w:r>
            <w:r>
              <w:instrText xml:space="preserve"> FORMTEXT </w:instrText>
            </w:r>
            <w:r>
              <w:fldChar w:fldCharType="separate"/>
            </w:r>
            <w:r w:rsidR="00A947D0">
              <w:t>28</w:t>
            </w:r>
            <w:r>
              <w:fldChar w:fldCharType="end"/>
            </w:r>
            <w:r w:rsidRPr="00BF7253">
              <w:rPr>
                <w:b/>
              </w:rPr>
              <w:t xml:space="preserve">                                   Age/Grade Level:  </w:t>
            </w:r>
            <w:r>
              <w:fldChar w:fldCharType="begin">
                <w:ffData>
                  <w:name w:val="Text1"/>
                  <w:enabled/>
                  <w:calcOnExit w:val="0"/>
                  <w:textInput/>
                </w:ffData>
              </w:fldChar>
            </w:r>
            <w:r>
              <w:instrText xml:space="preserve"> FORMTEXT </w:instrText>
            </w:r>
            <w:r>
              <w:fldChar w:fldCharType="separate"/>
            </w:r>
            <w:r w:rsidR="00A947D0">
              <w:rPr>
                <w:noProof/>
              </w:rPr>
              <w:t>7th</w:t>
            </w:r>
            <w:r>
              <w:fldChar w:fldCharType="end"/>
            </w:r>
            <w:r w:rsidRPr="00BF7253">
              <w:rPr>
                <w:b/>
              </w:rPr>
              <w:t xml:space="preserve">        </w:t>
            </w:r>
            <w:r>
              <w:rPr>
                <w:b/>
              </w:rPr>
              <w:t xml:space="preserve">                 </w:t>
            </w:r>
            <w:r w:rsidRPr="00BF7253">
              <w:rPr>
                <w:b/>
              </w:rPr>
              <w:t>Content Area</w:t>
            </w:r>
            <w:r>
              <w:rPr>
                <w:b/>
              </w:rPr>
              <w:t>:</w:t>
            </w:r>
            <w:r>
              <w:t xml:space="preserve"> </w:t>
            </w:r>
            <w:r>
              <w:fldChar w:fldCharType="begin">
                <w:ffData>
                  <w:name w:val="Text1"/>
                  <w:enabled/>
                  <w:calcOnExit w:val="0"/>
                  <w:textInput/>
                </w:ffData>
              </w:fldChar>
            </w:r>
            <w:r>
              <w:instrText xml:space="preserve"> FORMTEXT </w:instrText>
            </w:r>
            <w:r>
              <w:fldChar w:fldCharType="separate"/>
            </w:r>
            <w:r w:rsidR="00A947D0">
              <w:rPr>
                <w:noProof/>
              </w:rPr>
              <w:t>Social Studies</w:t>
            </w:r>
            <w:r>
              <w:fldChar w:fldCharType="end"/>
            </w:r>
          </w:p>
          <w:p w:rsidR="000D448F" w:rsidRPr="00F91EF6" w:rsidRDefault="000D448F" w:rsidP="008E1DC9">
            <w:pPr>
              <w:tabs>
                <w:tab w:val="left" w:pos="3960"/>
                <w:tab w:val="left" w:pos="6480"/>
                <w:tab w:val="left" w:pos="9180"/>
              </w:tabs>
              <w:autoSpaceDE w:val="0"/>
              <w:autoSpaceDN w:val="0"/>
              <w:adjustRightInd w:val="0"/>
            </w:pPr>
          </w:p>
          <w:p w:rsidR="000D448F" w:rsidRPr="00C554C1" w:rsidRDefault="000D448F" w:rsidP="00A947D0">
            <w:pPr>
              <w:tabs>
                <w:tab w:val="left" w:pos="3960"/>
                <w:tab w:val="left" w:pos="9180"/>
              </w:tabs>
              <w:autoSpaceDE w:val="0"/>
              <w:autoSpaceDN w:val="0"/>
              <w:adjustRightInd w:val="0"/>
              <w:rPr>
                <w:b/>
                <w:sz w:val="22"/>
                <w:szCs w:val="22"/>
              </w:rPr>
            </w:pPr>
            <w:r w:rsidRPr="00BF7253">
              <w:rPr>
                <w:b/>
              </w:rPr>
              <w:t xml:space="preserve">Unit Title:  </w:t>
            </w:r>
            <w:r>
              <w:fldChar w:fldCharType="begin">
                <w:ffData>
                  <w:name w:val="Text1"/>
                  <w:enabled/>
                  <w:calcOnExit w:val="0"/>
                  <w:textInput/>
                </w:ffData>
              </w:fldChar>
            </w:r>
            <w:r>
              <w:instrText xml:space="preserve"> FORMTEXT </w:instrText>
            </w:r>
            <w:r>
              <w:fldChar w:fldCharType="separate"/>
            </w:r>
            <w:r w:rsidR="00A947D0">
              <w:rPr>
                <w:noProof/>
              </w:rPr>
              <w:t>Middle Ages</w:t>
            </w:r>
            <w:r>
              <w:fldChar w:fldCharType="end"/>
            </w:r>
            <w:r w:rsidRPr="00BF7253">
              <w:rPr>
                <w:b/>
              </w:rPr>
              <w:t xml:space="preserve">           </w:t>
            </w:r>
            <w:r>
              <w:rPr>
                <w:b/>
              </w:rPr>
              <w:t xml:space="preserve">                            </w:t>
            </w:r>
            <w:r w:rsidRPr="00BF7253">
              <w:rPr>
                <w:b/>
              </w:rPr>
              <w:t xml:space="preserve"> Lesson Title:</w:t>
            </w:r>
            <w:r w:rsidRPr="00F91EF6">
              <w:t xml:space="preserve"> </w:t>
            </w:r>
            <w:r>
              <w:fldChar w:fldCharType="begin">
                <w:ffData>
                  <w:name w:val="Text1"/>
                  <w:enabled/>
                  <w:calcOnExit w:val="0"/>
                  <w:textInput/>
                </w:ffData>
              </w:fldChar>
            </w:r>
            <w:r>
              <w:instrText xml:space="preserve"> FORMTEXT </w:instrText>
            </w:r>
            <w:r>
              <w:fldChar w:fldCharType="separate"/>
            </w:r>
            <w:r w:rsidR="00A947D0">
              <w:rPr>
                <w:noProof/>
              </w:rPr>
              <w:t>What would you Crusade for?</w:t>
            </w:r>
            <w:r>
              <w:fldChar w:fldCharType="end"/>
            </w:r>
          </w:p>
        </w:tc>
      </w:tr>
      <w:tr w:rsidR="000D448F" w:rsidRPr="00C63F01" w:rsidTr="008E1DC9">
        <w:trPr>
          <w:trHeight w:val="555"/>
        </w:trPr>
        <w:tc>
          <w:tcPr>
            <w:tcW w:w="13050" w:type="dxa"/>
            <w:gridSpan w:val="3"/>
            <w:shd w:val="clear" w:color="auto" w:fill="auto"/>
          </w:tcPr>
          <w:p w:rsidR="000D448F" w:rsidRPr="00C63F01" w:rsidRDefault="000D448F" w:rsidP="008E1DC9">
            <w:pPr>
              <w:autoSpaceDE w:val="0"/>
              <w:autoSpaceDN w:val="0"/>
              <w:adjustRightInd w:val="0"/>
              <w:rPr>
                <w:b/>
                <w:bCs/>
                <w:u w:val="single"/>
              </w:rPr>
            </w:pPr>
            <w:r w:rsidRPr="00C63F01">
              <w:rPr>
                <w:b/>
                <w:bCs/>
                <w:u w:val="single"/>
              </w:rPr>
              <w:t>Lesson Alignment to Unit</w:t>
            </w:r>
          </w:p>
          <w:p w:rsidR="000D448F" w:rsidRPr="00C63F01" w:rsidRDefault="000D448F" w:rsidP="008E1DC9">
            <w:pPr>
              <w:autoSpaceDE w:val="0"/>
              <w:autoSpaceDN w:val="0"/>
              <w:adjustRightInd w:val="0"/>
              <w:rPr>
                <w:bCs/>
              </w:rPr>
            </w:pPr>
            <w:r w:rsidRPr="00C63F01">
              <w:rPr>
                <w:bCs/>
              </w:rPr>
              <w:t>Respond to the following items:</w:t>
            </w:r>
          </w:p>
          <w:p w:rsidR="000D448F" w:rsidRPr="00C63F01" w:rsidRDefault="000D448F" w:rsidP="008E1DC9">
            <w:pPr>
              <w:pStyle w:val="ListParagraph"/>
              <w:numPr>
                <w:ilvl w:val="0"/>
                <w:numId w:val="1"/>
              </w:numPr>
              <w:autoSpaceDE w:val="0"/>
              <w:autoSpaceDN w:val="0"/>
              <w:adjustRightInd w:val="0"/>
              <w:rPr>
                <w:bCs/>
              </w:rPr>
            </w:pPr>
            <w:r w:rsidRPr="00C63F01">
              <w:rPr>
                <w:bCs/>
              </w:rPr>
              <w:t>Identify essential questions and/or unit objective(s) addressed by this lesson.</w:t>
            </w:r>
          </w:p>
          <w:p w:rsidR="00A947D0" w:rsidRDefault="000D448F" w:rsidP="008E1DC9">
            <w:pPr>
              <w:autoSpaceDE w:val="0"/>
              <w:autoSpaceDN w:val="0"/>
              <w:adjustRightInd w:val="0"/>
              <w:rPr>
                <w:noProof/>
              </w:rPr>
            </w:pPr>
            <w:r>
              <w:fldChar w:fldCharType="begin">
                <w:ffData>
                  <w:name w:val="Text1"/>
                  <w:enabled/>
                  <w:calcOnExit w:val="0"/>
                  <w:textInput/>
                </w:ffData>
              </w:fldChar>
            </w:r>
            <w:r>
              <w:instrText xml:space="preserve"> FORMTEXT </w:instrText>
            </w:r>
            <w:r>
              <w:fldChar w:fldCharType="separate"/>
            </w:r>
            <w:r w:rsidR="00A947D0">
              <w:rPr>
                <w:noProof/>
              </w:rPr>
              <w:t>Why did people in the Middle Ages go on Crusades?</w:t>
            </w:r>
          </w:p>
          <w:p w:rsidR="000D448F" w:rsidRPr="00C63F01" w:rsidRDefault="00A947D0" w:rsidP="008E1DC9">
            <w:pPr>
              <w:autoSpaceDE w:val="0"/>
              <w:autoSpaceDN w:val="0"/>
              <w:adjustRightInd w:val="0"/>
              <w:rPr>
                <w:bCs/>
              </w:rPr>
            </w:pPr>
            <w:r>
              <w:rPr>
                <w:noProof/>
              </w:rPr>
              <w:t>Why would you go on a Crusade?</w:t>
            </w:r>
            <w:r w:rsidR="000D448F">
              <w:fldChar w:fldCharType="end"/>
            </w:r>
          </w:p>
          <w:p w:rsidR="000D448F" w:rsidRDefault="000D448F" w:rsidP="008E1DC9">
            <w:pPr>
              <w:pStyle w:val="ListParagraph"/>
              <w:autoSpaceDE w:val="0"/>
              <w:autoSpaceDN w:val="0"/>
              <w:adjustRightInd w:val="0"/>
              <w:ind w:left="360"/>
              <w:rPr>
                <w:bCs/>
              </w:rPr>
            </w:pPr>
          </w:p>
          <w:p w:rsidR="000D448F" w:rsidRPr="00C63F01" w:rsidRDefault="000D448F" w:rsidP="008E1DC9">
            <w:pPr>
              <w:pStyle w:val="ListParagraph"/>
              <w:numPr>
                <w:ilvl w:val="0"/>
                <w:numId w:val="1"/>
              </w:numPr>
              <w:autoSpaceDE w:val="0"/>
              <w:autoSpaceDN w:val="0"/>
              <w:adjustRightInd w:val="0"/>
              <w:rPr>
                <w:bCs/>
              </w:rPr>
            </w:pPr>
            <w:r w:rsidRPr="00C63F01">
              <w:rPr>
                <w:bCs/>
              </w:rPr>
              <w:t>Connect the objectives to the state curriculum documents, i.e., Program of Studies, Kentucky Core Content, and/or Kentucky Core Academic Standards.</w:t>
            </w:r>
          </w:p>
          <w:p w:rsidR="00DB19FE" w:rsidRDefault="000D448F" w:rsidP="00DB19FE">
            <w:pPr>
              <w:autoSpaceDE w:val="0"/>
              <w:autoSpaceDN w:val="0"/>
              <w:adjustRightInd w:val="0"/>
              <w:rPr>
                <w:noProof/>
              </w:rPr>
            </w:pPr>
            <w:r>
              <w:fldChar w:fldCharType="begin">
                <w:ffData>
                  <w:name w:val="Text1"/>
                  <w:enabled/>
                  <w:calcOnExit w:val="0"/>
                  <w:textInput/>
                </w:ffData>
              </w:fldChar>
            </w:r>
            <w:r>
              <w:instrText xml:space="preserve"> FORMTEXT </w:instrText>
            </w:r>
            <w:r>
              <w:fldChar w:fldCharType="separate"/>
            </w:r>
            <w:r w:rsidR="00A947D0">
              <w:rPr>
                <w:noProof/>
              </w:rPr>
              <w:t>SS-07-2.1.1: Students will explain how elements of culture (e.g., language, the arts, customs, beliefs, literature) defined specific groups in the early civilizations prior to 1500 A.D. and resulted in unique perspectives.</w:t>
            </w:r>
          </w:p>
          <w:p w:rsidR="008E7C57" w:rsidRDefault="008E7C57" w:rsidP="008E7C57">
            <w:pPr>
              <w:autoSpaceDE w:val="0"/>
              <w:autoSpaceDN w:val="0"/>
              <w:adjustRightInd w:val="0"/>
              <w:rPr>
                <w:noProof/>
              </w:rPr>
            </w:pPr>
            <w:r>
              <w:rPr>
                <w:noProof/>
              </w:rPr>
              <w:t>KCAS HP 2.20: Students understand, analyze, and interpret historical events, conditions, trends, and issues to develop historical perspective</w:t>
            </w:r>
          </w:p>
          <w:p w:rsidR="000D448F" w:rsidRPr="00FA3980" w:rsidRDefault="000D448F" w:rsidP="00A947D0">
            <w:pPr>
              <w:autoSpaceDE w:val="0"/>
              <w:autoSpaceDN w:val="0"/>
              <w:adjustRightInd w:val="0"/>
              <w:rPr>
                <w:bCs/>
              </w:rPr>
            </w:pPr>
            <w:r>
              <w:fldChar w:fldCharType="end"/>
            </w:r>
          </w:p>
          <w:p w:rsidR="000D448F" w:rsidRPr="00C63F01" w:rsidRDefault="000D448F" w:rsidP="008E1DC9">
            <w:pPr>
              <w:autoSpaceDE w:val="0"/>
              <w:autoSpaceDN w:val="0"/>
              <w:adjustRightInd w:val="0"/>
              <w:rPr>
                <w:bCs/>
              </w:rPr>
            </w:pPr>
          </w:p>
          <w:p w:rsidR="000D448F" w:rsidRPr="00C63F01" w:rsidRDefault="000D448F" w:rsidP="008E1DC9">
            <w:pPr>
              <w:pStyle w:val="ListParagraph"/>
              <w:numPr>
                <w:ilvl w:val="0"/>
                <w:numId w:val="1"/>
              </w:numPr>
              <w:autoSpaceDE w:val="0"/>
              <w:autoSpaceDN w:val="0"/>
              <w:adjustRightInd w:val="0"/>
              <w:rPr>
                <w:bCs/>
              </w:rPr>
            </w:pPr>
            <w:r w:rsidRPr="00C63F01">
              <w:rPr>
                <w:bCs/>
              </w:rPr>
              <w:t>Describe students’ prior knowledge or focus of the previous learning.</w:t>
            </w:r>
          </w:p>
          <w:p w:rsidR="000D448F" w:rsidRPr="00BF7253" w:rsidRDefault="000D448F" w:rsidP="008E1DC9">
            <w:pPr>
              <w:rPr>
                <w:bCs/>
              </w:rPr>
            </w:pPr>
            <w:r>
              <w:rPr>
                <w:bCs/>
              </w:rPr>
              <w:t xml:space="preserve"> </w:t>
            </w:r>
            <w:r>
              <w:fldChar w:fldCharType="begin">
                <w:ffData>
                  <w:name w:val="Text1"/>
                  <w:enabled/>
                  <w:calcOnExit w:val="0"/>
                  <w:textInput/>
                </w:ffData>
              </w:fldChar>
            </w:r>
            <w:r>
              <w:instrText xml:space="preserve"> FORMTEXT </w:instrText>
            </w:r>
            <w:r>
              <w:fldChar w:fldCharType="separate"/>
            </w:r>
            <w:r w:rsidR="00A947D0">
              <w:rPr>
                <w:noProof/>
              </w:rPr>
              <w:t>Students learned about the different Crusades the day before, and today we will delve into why they went, as well as what reasons would you go on a Crusade?</w:t>
            </w:r>
            <w:r>
              <w:fldChar w:fldCharType="end"/>
            </w:r>
            <w:r>
              <w:rPr>
                <w:bCs/>
              </w:rPr>
              <w:t xml:space="preserve">       </w:t>
            </w:r>
          </w:p>
          <w:p w:rsidR="000D448F" w:rsidRPr="00C63F01" w:rsidRDefault="000D448F" w:rsidP="008E1DC9">
            <w:pPr>
              <w:autoSpaceDE w:val="0"/>
              <w:autoSpaceDN w:val="0"/>
              <w:adjustRightInd w:val="0"/>
              <w:rPr>
                <w:bCs/>
              </w:rPr>
            </w:pPr>
          </w:p>
          <w:p w:rsidR="000D448F" w:rsidRPr="00C63F01" w:rsidRDefault="000D448F" w:rsidP="008E1DC9">
            <w:pPr>
              <w:pStyle w:val="ListParagraph"/>
              <w:rPr>
                <w:bCs/>
              </w:rPr>
            </w:pPr>
          </w:p>
          <w:p w:rsidR="000D448F" w:rsidRPr="00C63F01" w:rsidRDefault="000D448F" w:rsidP="008E1DC9">
            <w:pPr>
              <w:pStyle w:val="ListParagraph"/>
              <w:numPr>
                <w:ilvl w:val="0"/>
                <w:numId w:val="1"/>
              </w:numPr>
              <w:autoSpaceDE w:val="0"/>
              <w:autoSpaceDN w:val="0"/>
              <w:adjustRightInd w:val="0"/>
              <w:rPr>
                <w:bCs/>
              </w:rPr>
            </w:pPr>
            <w:r w:rsidRPr="00C63F01">
              <w:rPr>
                <w:bCs/>
              </w:rPr>
              <w:t>Describe summative assessment(s) for this particular unit and how lessons in this unit contribute to the summative assessment.</w:t>
            </w:r>
          </w:p>
          <w:p w:rsidR="000D448F" w:rsidRPr="00C63F01" w:rsidRDefault="000D448F" w:rsidP="008E1DC9">
            <w:pPr>
              <w:autoSpaceDE w:val="0"/>
              <w:autoSpaceDN w:val="0"/>
              <w:adjustRightInd w:val="0"/>
              <w:rPr>
                <w:bCs/>
              </w:rPr>
            </w:pPr>
            <w:r>
              <w:rPr>
                <w:bCs/>
              </w:rPr>
              <w:t xml:space="preserve"> </w:t>
            </w:r>
            <w:r>
              <w:fldChar w:fldCharType="begin">
                <w:ffData>
                  <w:name w:val="Text1"/>
                  <w:enabled/>
                  <w:calcOnExit w:val="0"/>
                  <w:textInput/>
                </w:ffData>
              </w:fldChar>
            </w:r>
            <w:r>
              <w:instrText xml:space="preserve"> FORMTEXT </w:instrText>
            </w:r>
            <w:r>
              <w:fldChar w:fldCharType="separate"/>
            </w:r>
            <w:r w:rsidR="00864565">
              <w:rPr>
                <w:noProof/>
              </w:rPr>
              <w:t>The summative assessment consists of a test and an ERQ. This lesson will help them in answering their ERQ because they will understand why people went on crusades during that time.</w:t>
            </w:r>
            <w:r>
              <w:fldChar w:fldCharType="end"/>
            </w:r>
            <w:r>
              <w:rPr>
                <w:bCs/>
              </w:rPr>
              <w:t xml:space="preserve">       </w:t>
            </w:r>
          </w:p>
          <w:p w:rsidR="000D448F" w:rsidRPr="00C63F01" w:rsidRDefault="000D448F" w:rsidP="008E1DC9">
            <w:pPr>
              <w:autoSpaceDE w:val="0"/>
              <w:autoSpaceDN w:val="0"/>
              <w:adjustRightInd w:val="0"/>
              <w:ind w:left="360"/>
              <w:rPr>
                <w:bCs/>
              </w:rPr>
            </w:pPr>
          </w:p>
          <w:p w:rsidR="000D448F" w:rsidRPr="00C63F01" w:rsidRDefault="000D448F" w:rsidP="008E1DC9">
            <w:pPr>
              <w:pStyle w:val="ListParagraph"/>
              <w:numPr>
                <w:ilvl w:val="0"/>
                <w:numId w:val="1"/>
              </w:numPr>
              <w:autoSpaceDE w:val="0"/>
              <w:autoSpaceDN w:val="0"/>
              <w:adjustRightInd w:val="0"/>
              <w:rPr>
                <w:b/>
                <w:bCs/>
              </w:rPr>
            </w:pPr>
            <w:r w:rsidRPr="00C63F01">
              <w:t xml:space="preserve">Describe the characteristics of your students </w:t>
            </w:r>
            <w:r w:rsidRPr="00C63F01">
              <w:rPr>
                <w:bCs/>
              </w:rPr>
              <w:t>identified in</w:t>
            </w:r>
            <w:r w:rsidR="00A716AA">
              <w:rPr>
                <w:bCs/>
              </w:rPr>
              <w:t xml:space="preserve"> </w:t>
            </w:r>
            <w:r w:rsidR="00A716AA" w:rsidRPr="00A716AA">
              <w:rPr>
                <w:b/>
                <w:bCs/>
              </w:rPr>
              <w:t>section a of</w:t>
            </w:r>
            <w:r w:rsidRPr="00A716AA">
              <w:rPr>
                <w:b/>
                <w:bCs/>
              </w:rPr>
              <w:t xml:space="preserve"> Task A-1</w:t>
            </w:r>
            <w:r w:rsidR="00A716AA" w:rsidRPr="00A716AA">
              <w:rPr>
                <w:b/>
                <w:bCs/>
              </w:rPr>
              <w:t>Critical Student Chara</w:t>
            </w:r>
            <w:r w:rsidR="00A716AA">
              <w:rPr>
                <w:b/>
                <w:bCs/>
              </w:rPr>
              <w:t>c</w:t>
            </w:r>
            <w:r w:rsidR="00A716AA" w:rsidRPr="00A716AA">
              <w:rPr>
                <w:b/>
                <w:bCs/>
              </w:rPr>
              <w:t>teri</w:t>
            </w:r>
            <w:r w:rsidR="00A716AA">
              <w:rPr>
                <w:b/>
                <w:bCs/>
              </w:rPr>
              <w:t>s</w:t>
            </w:r>
            <w:r w:rsidR="00A716AA" w:rsidRPr="00A716AA">
              <w:rPr>
                <w:b/>
                <w:bCs/>
              </w:rPr>
              <w:t>tics</w:t>
            </w:r>
            <w:r w:rsidR="005363F1">
              <w:rPr>
                <w:b/>
                <w:bCs/>
              </w:rPr>
              <w:t>,</w:t>
            </w:r>
            <w:r w:rsidRPr="00C63F01">
              <w:rPr>
                <w:bCs/>
              </w:rPr>
              <w:t xml:space="preserve"> </w:t>
            </w:r>
            <w:r w:rsidRPr="00C63F01">
              <w:t>who will require differentiated instruction to meet their diverse needs impacting</w:t>
            </w:r>
            <w:r w:rsidRPr="00C63F01">
              <w:rPr>
                <w:bCs/>
              </w:rPr>
              <w:t xml:space="preserve"> instructional planning in this lesson of the unit. </w:t>
            </w:r>
          </w:p>
          <w:p w:rsidR="000D448F" w:rsidRPr="00BF7253" w:rsidRDefault="000D448F" w:rsidP="008E1DC9">
            <w:pPr>
              <w:rPr>
                <w:b/>
                <w:bCs/>
              </w:rPr>
            </w:pPr>
            <w:r>
              <w:rPr>
                <w:b/>
                <w:bCs/>
              </w:rPr>
              <w:t xml:space="preserve"> </w:t>
            </w:r>
            <w:r>
              <w:fldChar w:fldCharType="begin">
                <w:ffData>
                  <w:name w:val="Text1"/>
                  <w:enabled/>
                  <w:calcOnExit w:val="0"/>
                  <w:textInput/>
                </w:ffData>
              </w:fldChar>
            </w:r>
            <w:r>
              <w:instrText xml:space="preserve"> FORMTEXT </w:instrText>
            </w:r>
            <w:r>
              <w:fldChar w:fldCharType="separate"/>
            </w:r>
            <w:r w:rsidR="00864565">
              <w:rPr>
                <w:noProof/>
              </w:rPr>
              <w:t>During 3</w:t>
            </w:r>
            <w:r w:rsidR="00864565" w:rsidRPr="00864565">
              <w:rPr>
                <w:noProof/>
                <w:vertAlign w:val="superscript"/>
              </w:rPr>
              <w:t>rd</w:t>
            </w:r>
            <w:r w:rsidR="00864565">
              <w:rPr>
                <w:noProof/>
              </w:rPr>
              <w:t xml:space="preserve"> hour there are no students who will require differentiated instruction.</w:t>
            </w:r>
            <w:r>
              <w:fldChar w:fldCharType="end"/>
            </w:r>
            <w:r>
              <w:rPr>
                <w:b/>
                <w:bCs/>
              </w:rPr>
              <w:t xml:space="preserve">      </w:t>
            </w:r>
          </w:p>
          <w:p w:rsidR="000D448F" w:rsidRDefault="000D448F" w:rsidP="008E1DC9">
            <w:pPr>
              <w:pStyle w:val="ListParagraph"/>
              <w:ind w:left="0"/>
              <w:rPr>
                <w:b/>
                <w:bCs/>
              </w:rPr>
            </w:pPr>
          </w:p>
          <w:p w:rsidR="000D448F" w:rsidRDefault="000D448F" w:rsidP="008E1DC9">
            <w:pPr>
              <w:pStyle w:val="ListParagraph"/>
              <w:numPr>
                <w:ilvl w:val="0"/>
                <w:numId w:val="1"/>
              </w:numPr>
              <w:rPr>
                <w:bCs/>
              </w:rPr>
            </w:pPr>
            <w:r w:rsidRPr="009B291C">
              <w:rPr>
                <w:bCs/>
              </w:rPr>
              <w:t xml:space="preserve">Pre-Assessment:  Describe your analysis of pre-assessment data used in developing lesson objectives/learning targets (Describe how you will trigger prior </w:t>
            </w:r>
          </w:p>
          <w:p w:rsidR="000D448F" w:rsidRDefault="000D448F" w:rsidP="008E1DC9">
            <w:pPr>
              <w:pStyle w:val="ListParagraph"/>
              <w:ind w:left="360"/>
              <w:rPr>
                <w:bCs/>
              </w:rPr>
            </w:pPr>
            <w:r>
              <w:rPr>
                <w:bCs/>
              </w:rPr>
              <w:t xml:space="preserve"> </w:t>
            </w:r>
            <w:r w:rsidRPr="009B291C">
              <w:rPr>
                <w:bCs/>
              </w:rPr>
              <w:t>knowledge):</w:t>
            </w:r>
          </w:p>
          <w:p w:rsidR="000D448F" w:rsidRDefault="000D448F" w:rsidP="008E1DC9">
            <w:pPr>
              <w:pStyle w:val="ListParagraph"/>
              <w:ind w:left="0"/>
              <w:rPr>
                <w:bCs/>
              </w:rPr>
            </w:pPr>
            <w:r>
              <w:fldChar w:fldCharType="begin">
                <w:ffData>
                  <w:name w:val="Text1"/>
                  <w:enabled/>
                  <w:calcOnExit w:val="0"/>
                  <w:textInput/>
                </w:ffData>
              </w:fldChar>
            </w:r>
            <w:r>
              <w:instrText xml:space="preserve"> FORMTEXT </w:instrText>
            </w:r>
            <w:r>
              <w:fldChar w:fldCharType="separate"/>
            </w:r>
            <w:r w:rsidR="00DB19FE">
              <w:rPr>
                <w:noProof/>
              </w:rPr>
              <w:t>I will trigger prior knowledge by bringing up the different reasons the people from the previous days lesson went on Crusades.</w:t>
            </w:r>
            <w:r>
              <w:fldChar w:fldCharType="end"/>
            </w:r>
          </w:p>
          <w:p w:rsidR="000D448F" w:rsidRPr="009B291C" w:rsidRDefault="000D448F" w:rsidP="008E1DC9">
            <w:pPr>
              <w:pStyle w:val="ListParagraph"/>
              <w:ind w:left="0"/>
              <w:rPr>
                <w:bCs/>
              </w:rPr>
            </w:pPr>
          </w:p>
          <w:p w:rsidR="000D448F" w:rsidRDefault="000D448F" w:rsidP="008E1DC9">
            <w:pPr>
              <w:pStyle w:val="ListParagraph"/>
              <w:autoSpaceDE w:val="0"/>
              <w:autoSpaceDN w:val="0"/>
              <w:adjustRightInd w:val="0"/>
              <w:ind w:left="360"/>
              <w:rPr>
                <w:b/>
                <w:bCs/>
              </w:rPr>
            </w:pPr>
          </w:p>
          <w:p w:rsidR="000D448F" w:rsidRDefault="000D448F" w:rsidP="008E1DC9">
            <w:pPr>
              <w:pStyle w:val="ListParagraph"/>
              <w:autoSpaceDE w:val="0"/>
              <w:autoSpaceDN w:val="0"/>
              <w:adjustRightInd w:val="0"/>
              <w:ind w:left="360"/>
              <w:rPr>
                <w:b/>
                <w:bCs/>
              </w:rPr>
            </w:pPr>
          </w:p>
          <w:p w:rsidR="000D448F" w:rsidRPr="00C63F01" w:rsidRDefault="000D448F" w:rsidP="008E1DC9">
            <w:pPr>
              <w:pStyle w:val="ListParagraph"/>
              <w:autoSpaceDE w:val="0"/>
              <w:autoSpaceDN w:val="0"/>
              <w:adjustRightInd w:val="0"/>
              <w:ind w:left="360"/>
              <w:rPr>
                <w:b/>
                <w:bCs/>
              </w:rPr>
            </w:pPr>
          </w:p>
        </w:tc>
      </w:tr>
      <w:tr w:rsidR="000D448F" w:rsidRPr="00C63F01" w:rsidTr="008E1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Ex>
        <w:trPr>
          <w:trHeight w:val="571"/>
        </w:trPr>
        <w:tc>
          <w:tcPr>
            <w:tcW w:w="3690" w:type="dxa"/>
          </w:tcPr>
          <w:p w:rsidR="000D448F" w:rsidRPr="00C63F01" w:rsidRDefault="000D448F" w:rsidP="008E1DC9">
            <w:pPr>
              <w:pStyle w:val="NoSpacing"/>
              <w:jc w:val="center"/>
              <w:rPr>
                <w:rFonts w:ascii="Times New Roman" w:hAnsi="Times New Roman"/>
                <w:b/>
                <w:sz w:val="20"/>
                <w:szCs w:val="20"/>
              </w:rPr>
            </w:pPr>
            <w:r w:rsidRPr="00C63F01">
              <w:rPr>
                <w:rFonts w:ascii="Times New Roman" w:hAnsi="Times New Roman"/>
                <w:b/>
                <w:sz w:val="20"/>
                <w:szCs w:val="20"/>
              </w:rPr>
              <w:lastRenderedPageBreak/>
              <w:t>Lesson Objectives/</w:t>
            </w:r>
          </w:p>
          <w:p w:rsidR="000D448F" w:rsidRPr="00C63F01" w:rsidRDefault="000D448F" w:rsidP="008E1DC9">
            <w:pPr>
              <w:pStyle w:val="NoSpacing"/>
              <w:jc w:val="center"/>
              <w:rPr>
                <w:rFonts w:ascii="Times New Roman" w:hAnsi="Times New Roman"/>
                <w:b/>
                <w:sz w:val="20"/>
                <w:szCs w:val="20"/>
              </w:rPr>
            </w:pPr>
            <w:r w:rsidRPr="00C63F01">
              <w:rPr>
                <w:rFonts w:ascii="Times New Roman" w:hAnsi="Times New Roman"/>
                <w:b/>
                <w:sz w:val="20"/>
                <w:szCs w:val="20"/>
              </w:rPr>
              <w:t>Learning Targets</w:t>
            </w:r>
          </w:p>
          <w:p w:rsidR="000D448F" w:rsidRPr="00C63F01" w:rsidRDefault="000D448F" w:rsidP="008E1DC9"/>
        </w:tc>
        <w:tc>
          <w:tcPr>
            <w:tcW w:w="4320" w:type="dxa"/>
          </w:tcPr>
          <w:p w:rsidR="000D448F" w:rsidRPr="00C63F01" w:rsidRDefault="000D448F" w:rsidP="008E1DC9">
            <w:pPr>
              <w:jc w:val="center"/>
            </w:pPr>
            <w:r w:rsidRPr="00C63F01">
              <w:rPr>
                <w:b/>
              </w:rPr>
              <w:t>Assessment</w:t>
            </w:r>
          </w:p>
          <w:p w:rsidR="000D448F" w:rsidRPr="00C63F01" w:rsidRDefault="000D448F" w:rsidP="008E1DC9"/>
        </w:tc>
        <w:tc>
          <w:tcPr>
            <w:tcW w:w="5040" w:type="dxa"/>
          </w:tcPr>
          <w:p w:rsidR="000D448F" w:rsidRPr="00C63F01" w:rsidRDefault="000D448F" w:rsidP="008E1DC9">
            <w:pPr>
              <w:jc w:val="center"/>
              <w:rPr>
                <w:b/>
              </w:rPr>
            </w:pPr>
            <w:r w:rsidRPr="00C63F01">
              <w:rPr>
                <w:b/>
              </w:rPr>
              <w:t>Instructional Strategy/Activity</w:t>
            </w:r>
          </w:p>
          <w:p w:rsidR="000D448F" w:rsidRPr="00C63F01" w:rsidRDefault="000D448F" w:rsidP="008E1DC9">
            <w:pPr>
              <w:jc w:val="center"/>
            </w:pPr>
          </w:p>
        </w:tc>
      </w:tr>
      <w:tr w:rsidR="000D448F" w:rsidRPr="00C63F01" w:rsidTr="008E1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Ex>
        <w:trPr>
          <w:trHeight w:val="1907"/>
        </w:trPr>
        <w:tc>
          <w:tcPr>
            <w:tcW w:w="3690" w:type="dxa"/>
          </w:tcPr>
          <w:p w:rsidR="000D448F" w:rsidRPr="00C63F01" w:rsidRDefault="000D448F" w:rsidP="008E1DC9">
            <w:r w:rsidRPr="00C63F01">
              <w:rPr>
                <w:b/>
              </w:rPr>
              <w:t>Objective/target:</w:t>
            </w:r>
            <w:bookmarkStart w:id="2" w:name="OLE_LINK1"/>
            <w:bookmarkStart w:id="3" w:name="OLE_LINK2"/>
            <w:r w:rsidRPr="00C63F01">
              <w:t xml:space="preserve"> </w:t>
            </w:r>
            <w:bookmarkEnd w:id="2"/>
            <w:bookmarkEnd w:id="3"/>
          </w:p>
          <w:p w:rsidR="000D448F" w:rsidRPr="00C63F01" w:rsidRDefault="000D448F" w:rsidP="008E1DC9">
            <w:r>
              <w:fldChar w:fldCharType="begin">
                <w:ffData>
                  <w:name w:val="Text1"/>
                  <w:enabled/>
                  <w:calcOnExit w:val="0"/>
                  <w:textInput/>
                </w:ffData>
              </w:fldChar>
            </w:r>
            <w:r>
              <w:instrText xml:space="preserve"> FORMTEXT </w:instrText>
            </w:r>
            <w:r>
              <w:fldChar w:fldCharType="separate"/>
            </w:r>
            <w:r w:rsidR="00864565">
              <w:rPr>
                <w:noProof/>
              </w:rPr>
              <w:t>1</w:t>
            </w:r>
            <w:r>
              <w:fldChar w:fldCharType="end"/>
            </w:r>
          </w:p>
          <w:p w:rsidR="000D448F" w:rsidRPr="00C63F01" w:rsidRDefault="000D448F" w:rsidP="008E1DC9"/>
        </w:tc>
        <w:tc>
          <w:tcPr>
            <w:tcW w:w="4320" w:type="dxa"/>
          </w:tcPr>
          <w:p w:rsidR="000D448F" w:rsidRPr="00C63F01" w:rsidRDefault="000D448F" w:rsidP="008E1DC9">
            <w:r w:rsidRPr="00C63F01">
              <w:rPr>
                <w:b/>
              </w:rPr>
              <w:t>Assessment description:</w:t>
            </w:r>
            <w:r w:rsidRPr="00C63F01">
              <w:t xml:space="preserve"> </w:t>
            </w:r>
          </w:p>
          <w:p w:rsidR="000D448F" w:rsidRPr="00C63F01" w:rsidRDefault="000D448F" w:rsidP="008E1DC9">
            <w:r>
              <w:fldChar w:fldCharType="begin">
                <w:ffData>
                  <w:name w:val="Text1"/>
                  <w:enabled/>
                  <w:calcOnExit w:val="0"/>
                  <w:textInput/>
                </w:ffData>
              </w:fldChar>
            </w:r>
            <w:r>
              <w:instrText xml:space="preserve"> FORMTEXT </w:instrText>
            </w:r>
            <w:r>
              <w:fldChar w:fldCharType="separate"/>
            </w:r>
            <w:r w:rsidR="00DB19FE">
              <w:rPr>
                <w:noProof/>
              </w:rPr>
              <w:t>Students will fill out a small writing assignment showing the reasoning for differing groups to go on a Crusade.</w:t>
            </w:r>
            <w:r>
              <w:fldChar w:fldCharType="end"/>
            </w:r>
          </w:p>
          <w:p w:rsidR="000D448F" w:rsidRPr="00C63F01" w:rsidRDefault="000D448F" w:rsidP="008E1DC9"/>
          <w:p w:rsidR="000D448F" w:rsidRPr="00C63F01" w:rsidRDefault="000D448F" w:rsidP="008E1DC9"/>
          <w:p w:rsidR="000D448F" w:rsidRDefault="000D448F" w:rsidP="008E1DC9">
            <w:r w:rsidRPr="00C63F01">
              <w:rPr>
                <w:b/>
              </w:rPr>
              <w:t>Assessment Accommodations:</w:t>
            </w:r>
            <w:r w:rsidRPr="00C63F01">
              <w:t xml:space="preserve"> </w:t>
            </w:r>
          </w:p>
          <w:p w:rsidR="000D448F" w:rsidRPr="00C63F01" w:rsidRDefault="000D448F" w:rsidP="008E7C57">
            <w:r>
              <w:fldChar w:fldCharType="begin">
                <w:ffData>
                  <w:name w:val="Text1"/>
                  <w:enabled/>
                  <w:calcOnExit w:val="0"/>
                  <w:textInput/>
                </w:ffData>
              </w:fldChar>
            </w:r>
            <w:r>
              <w:instrText xml:space="preserve"> FORMTEXT </w:instrText>
            </w:r>
            <w:r>
              <w:fldChar w:fldCharType="separate"/>
            </w:r>
            <w:r w:rsidR="008E7C57">
              <w:rPr>
                <w:noProof/>
              </w:rPr>
              <w:t>Students can get help filling out assignment from seat partner.</w:t>
            </w:r>
            <w:r>
              <w:fldChar w:fldCharType="end"/>
            </w:r>
          </w:p>
        </w:tc>
        <w:tc>
          <w:tcPr>
            <w:tcW w:w="5040" w:type="dxa"/>
          </w:tcPr>
          <w:p w:rsidR="000D448F" w:rsidRPr="00C63F01" w:rsidRDefault="000D448F" w:rsidP="008E1DC9">
            <w:r w:rsidRPr="00C63F01">
              <w:rPr>
                <w:b/>
              </w:rPr>
              <w:t>Strategy/Activity:</w:t>
            </w:r>
            <w:r w:rsidRPr="00C63F01">
              <w:t xml:space="preserve"> </w:t>
            </w:r>
          </w:p>
          <w:p w:rsidR="000D448F" w:rsidRPr="00C63F01" w:rsidRDefault="000D448F" w:rsidP="008E1DC9">
            <w:r>
              <w:fldChar w:fldCharType="begin">
                <w:ffData>
                  <w:name w:val="Text1"/>
                  <w:enabled/>
                  <w:calcOnExit w:val="0"/>
                  <w:textInput/>
                </w:ffData>
              </w:fldChar>
            </w:r>
            <w:r>
              <w:instrText xml:space="preserve"> FORMTEXT </w:instrText>
            </w:r>
            <w:r>
              <w:fldChar w:fldCharType="separate"/>
            </w:r>
            <w:r w:rsidR="00DB19FE">
              <w:t>We will go over different reasons before the writing assignment so each student can analyze why their group/class would go Crusading.</w:t>
            </w:r>
            <w:r>
              <w:fldChar w:fldCharType="end"/>
            </w:r>
          </w:p>
          <w:p w:rsidR="000D448F" w:rsidRPr="00C63F01" w:rsidRDefault="000D448F" w:rsidP="008E1DC9"/>
          <w:p w:rsidR="000D448F" w:rsidRPr="00C63F01" w:rsidRDefault="000D448F" w:rsidP="008E1DC9"/>
          <w:p w:rsidR="000D448F" w:rsidRPr="00C63F01" w:rsidRDefault="000D448F" w:rsidP="008E1DC9">
            <w:pPr>
              <w:rPr>
                <w:b/>
              </w:rPr>
            </w:pPr>
            <w:r w:rsidRPr="00C63F01">
              <w:rPr>
                <w:b/>
              </w:rPr>
              <w:t>Activity Adaptations:</w:t>
            </w:r>
          </w:p>
          <w:p w:rsidR="000D448F" w:rsidRPr="00C63F01" w:rsidRDefault="000D448F" w:rsidP="008E1DC9">
            <w:pPr>
              <w:rPr>
                <w:b/>
              </w:rPr>
            </w:pPr>
            <w:r>
              <w:fldChar w:fldCharType="begin">
                <w:ffData>
                  <w:name w:val="Text1"/>
                  <w:enabled/>
                  <w:calcOnExit w:val="0"/>
                  <w:textInput/>
                </w:ffData>
              </w:fldChar>
            </w:r>
            <w:r>
              <w:instrText xml:space="preserve"> FORMTEXT </w:instrText>
            </w:r>
            <w:r>
              <w:fldChar w:fldCharType="separate"/>
            </w:r>
            <w:r w:rsidR="00C7183E">
              <w:rPr>
                <w:noProof/>
              </w:rPr>
              <w:t>Work with students from your assigned group in order to properly understand reasoning behind the crusades.</w:t>
            </w:r>
            <w:r>
              <w:fldChar w:fldCharType="end"/>
            </w:r>
          </w:p>
          <w:p w:rsidR="000D448F" w:rsidRPr="00C63F01" w:rsidRDefault="000D448F" w:rsidP="008E1DC9">
            <w:pPr>
              <w:rPr>
                <w:b/>
              </w:rPr>
            </w:pPr>
          </w:p>
          <w:p w:rsidR="000D448F" w:rsidRPr="00C63F01" w:rsidRDefault="000D448F" w:rsidP="008E1DC9">
            <w:r w:rsidRPr="00C63F01">
              <w:rPr>
                <w:b/>
              </w:rPr>
              <w:t>Media/technologies/resources:</w:t>
            </w:r>
          </w:p>
          <w:p w:rsidR="000D448F" w:rsidRPr="00C63F01" w:rsidRDefault="000D448F" w:rsidP="00C7183E">
            <w:r>
              <w:fldChar w:fldCharType="begin">
                <w:ffData>
                  <w:name w:val="Text1"/>
                  <w:enabled/>
                  <w:calcOnExit w:val="0"/>
                  <w:textInput/>
                </w:ffData>
              </w:fldChar>
            </w:r>
            <w:r>
              <w:instrText xml:space="preserve"> FORMTEXT </w:instrText>
            </w:r>
            <w:r>
              <w:fldChar w:fldCharType="separate"/>
            </w:r>
            <w:r w:rsidR="0034526F">
              <w:rPr>
                <w:noProof/>
              </w:rPr>
              <w:t xml:space="preserve">Projector, </w:t>
            </w:r>
            <w:r w:rsidR="00C7183E">
              <w:rPr>
                <w:noProof/>
              </w:rPr>
              <w:t>Whiteboard, Markers, ELMO</w:t>
            </w:r>
            <w:r>
              <w:fldChar w:fldCharType="end"/>
            </w:r>
          </w:p>
        </w:tc>
      </w:tr>
      <w:tr w:rsidR="000D448F" w:rsidRPr="00C63F01" w:rsidTr="008E1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Ex>
        <w:trPr>
          <w:trHeight w:val="571"/>
        </w:trPr>
        <w:tc>
          <w:tcPr>
            <w:tcW w:w="3690" w:type="dxa"/>
          </w:tcPr>
          <w:p w:rsidR="000D448F" w:rsidRPr="00C63F01" w:rsidRDefault="000D448F" w:rsidP="008E1DC9"/>
          <w:p w:rsidR="000D448F" w:rsidRPr="00C63F01" w:rsidRDefault="000D448F" w:rsidP="008E1DC9">
            <w:r w:rsidRPr="00C63F01">
              <w:rPr>
                <w:b/>
              </w:rPr>
              <w:t>Objective/target:</w:t>
            </w:r>
            <w:r w:rsidRPr="00C63F01">
              <w:t xml:space="preserve"> </w:t>
            </w:r>
          </w:p>
          <w:p w:rsidR="000D448F" w:rsidRPr="00C63F01" w:rsidRDefault="000D448F" w:rsidP="008E1DC9">
            <w:r>
              <w:fldChar w:fldCharType="begin">
                <w:ffData>
                  <w:name w:val="Text1"/>
                  <w:enabled/>
                  <w:calcOnExit w:val="0"/>
                  <w:textInput/>
                </w:ffData>
              </w:fldChar>
            </w:r>
            <w:r>
              <w:instrText xml:space="preserve"> FORMTEXT </w:instrText>
            </w:r>
            <w:r>
              <w:fldChar w:fldCharType="separate"/>
            </w:r>
            <w:r w:rsidR="00864565">
              <w:rPr>
                <w:noProof/>
              </w:rPr>
              <w:t>2</w:t>
            </w:r>
            <w:r>
              <w:fldChar w:fldCharType="end"/>
            </w:r>
          </w:p>
          <w:p w:rsidR="000D448F" w:rsidRPr="00C63F01" w:rsidRDefault="000D448F" w:rsidP="008E1DC9"/>
          <w:p w:rsidR="000D448F" w:rsidRPr="00C63F01" w:rsidRDefault="000D448F" w:rsidP="008E1DC9"/>
          <w:p w:rsidR="000D448F" w:rsidRPr="00C63F01" w:rsidRDefault="000D448F" w:rsidP="008E1DC9"/>
          <w:p w:rsidR="000D448F" w:rsidRPr="00C63F01" w:rsidRDefault="000D448F" w:rsidP="008E1DC9"/>
        </w:tc>
        <w:tc>
          <w:tcPr>
            <w:tcW w:w="4320" w:type="dxa"/>
          </w:tcPr>
          <w:p w:rsidR="000D448F" w:rsidRPr="00C63F01" w:rsidRDefault="000D448F" w:rsidP="008E1DC9">
            <w:r w:rsidRPr="00C63F01">
              <w:rPr>
                <w:b/>
              </w:rPr>
              <w:t>Assessment description:</w:t>
            </w:r>
            <w:r w:rsidRPr="00C63F01">
              <w:t xml:space="preserve"> </w:t>
            </w:r>
          </w:p>
          <w:p w:rsidR="000D448F" w:rsidRPr="00C63F01" w:rsidRDefault="000D448F" w:rsidP="008E1DC9">
            <w:r>
              <w:fldChar w:fldCharType="begin">
                <w:ffData>
                  <w:name w:val="Text1"/>
                  <w:enabled/>
                  <w:calcOnExit w:val="0"/>
                  <w:textInput/>
                </w:ffData>
              </w:fldChar>
            </w:r>
            <w:r>
              <w:instrText xml:space="preserve"> FORMTEXT </w:instrText>
            </w:r>
            <w:r>
              <w:fldChar w:fldCharType="separate"/>
            </w:r>
            <w:r w:rsidR="00DB19FE">
              <w:rPr>
                <w:noProof/>
              </w:rPr>
              <w:t xml:space="preserve">Students will write a </w:t>
            </w:r>
            <w:r w:rsidR="008E7C57">
              <w:rPr>
                <w:noProof/>
              </w:rPr>
              <w:t>few sentences</w:t>
            </w:r>
            <w:r w:rsidR="00DB19FE">
              <w:rPr>
                <w:noProof/>
              </w:rPr>
              <w:t xml:space="preserve"> describing why they would go on a Crusade.</w:t>
            </w:r>
            <w:r>
              <w:fldChar w:fldCharType="end"/>
            </w:r>
          </w:p>
          <w:p w:rsidR="000D448F" w:rsidRPr="00C63F01" w:rsidRDefault="000D448F" w:rsidP="008E1DC9"/>
          <w:p w:rsidR="000D448F" w:rsidRDefault="000D448F" w:rsidP="008E1DC9">
            <w:pPr>
              <w:rPr>
                <w:b/>
              </w:rPr>
            </w:pPr>
          </w:p>
          <w:p w:rsidR="000D448F" w:rsidRPr="00C63F01" w:rsidRDefault="000D448F" w:rsidP="008E1DC9">
            <w:r w:rsidRPr="00C63F01">
              <w:rPr>
                <w:b/>
              </w:rPr>
              <w:t>Assessment Accommodations:</w:t>
            </w:r>
            <w:r w:rsidRPr="00C63F01">
              <w:t xml:space="preserve"> </w:t>
            </w:r>
          </w:p>
          <w:p w:rsidR="000D448F" w:rsidRPr="00C63F01" w:rsidRDefault="000D448F" w:rsidP="008E1DC9">
            <w:r>
              <w:fldChar w:fldCharType="begin">
                <w:ffData>
                  <w:name w:val="Text1"/>
                  <w:enabled/>
                  <w:calcOnExit w:val="0"/>
                  <w:textInput/>
                </w:ffData>
              </w:fldChar>
            </w:r>
            <w:r>
              <w:instrText xml:space="preserve"> FORMTEXT </w:instrText>
            </w:r>
            <w:r>
              <w:fldChar w:fldCharType="separate"/>
            </w:r>
            <w:r w:rsidR="008E7C57">
              <w:rPr>
                <w:noProof/>
              </w:rPr>
              <w:t>Students will be allowed to tell me what they believe in orally if needed.</w:t>
            </w:r>
            <w:r>
              <w:fldChar w:fldCharType="end"/>
            </w:r>
          </w:p>
          <w:p w:rsidR="000D448F" w:rsidRPr="00C63F01" w:rsidRDefault="000D448F" w:rsidP="008E1DC9"/>
        </w:tc>
        <w:tc>
          <w:tcPr>
            <w:tcW w:w="5040" w:type="dxa"/>
          </w:tcPr>
          <w:p w:rsidR="000D448F" w:rsidRPr="00C63F01" w:rsidRDefault="000D448F" w:rsidP="008E1DC9">
            <w:r w:rsidRPr="00C63F01">
              <w:rPr>
                <w:b/>
              </w:rPr>
              <w:t>Strategy/Activity:</w:t>
            </w:r>
            <w:r w:rsidRPr="00C63F01">
              <w:t xml:space="preserve"> </w:t>
            </w:r>
          </w:p>
          <w:p w:rsidR="000D448F" w:rsidRDefault="000D448F" w:rsidP="008E1DC9">
            <w:pPr>
              <w:rPr>
                <w:b/>
              </w:rPr>
            </w:pPr>
            <w:r>
              <w:fldChar w:fldCharType="begin">
                <w:ffData>
                  <w:name w:val="Text1"/>
                  <w:enabled/>
                  <w:calcOnExit w:val="0"/>
                  <w:textInput/>
                </w:ffData>
              </w:fldChar>
            </w:r>
            <w:r>
              <w:instrText xml:space="preserve"> FORMTEXT </w:instrText>
            </w:r>
            <w:r>
              <w:fldChar w:fldCharType="separate"/>
            </w:r>
            <w:r w:rsidR="00DB19FE">
              <w:rPr>
                <w:noProof/>
              </w:rPr>
              <w:t>This will be an exit slip at the end of the day.</w:t>
            </w:r>
            <w:r>
              <w:fldChar w:fldCharType="end"/>
            </w:r>
          </w:p>
          <w:p w:rsidR="000D448F" w:rsidRPr="00C63F01" w:rsidRDefault="000D448F" w:rsidP="008E1DC9">
            <w:r>
              <w:rPr>
                <w:b/>
              </w:rPr>
              <w:br/>
            </w:r>
            <w:r w:rsidRPr="00C63F01">
              <w:rPr>
                <w:b/>
              </w:rPr>
              <w:t>Activity Adaptations:</w:t>
            </w:r>
            <w:r w:rsidRPr="00C63F01">
              <w:t xml:space="preserve"> </w:t>
            </w:r>
          </w:p>
          <w:p w:rsidR="000D448F" w:rsidRPr="00C63F01" w:rsidRDefault="000D448F" w:rsidP="008E1DC9">
            <w:r>
              <w:fldChar w:fldCharType="begin">
                <w:ffData>
                  <w:name w:val="Text1"/>
                  <w:enabled/>
                  <w:calcOnExit w:val="0"/>
                  <w:textInput/>
                </w:ffData>
              </w:fldChar>
            </w:r>
            <w:r>
              <w:instrText xml:space="preserve"> FORMTEXT </w:instrText>
            </w:r>
            <w:r>
              <w:fldChar w:fldCharType="separate"/>
            </w:r>
            <w:r w:rsidR="00DB19FE">
              <w:rPr>
                <w:noProof/>
              </w:rPr>
              <w:t>Students will be able to work with a partner if necessary.</w:t>
            </w:r>
            <w:r>
              <w:fldChar w:fldCharType="end"/>
            </w:r>
          </w:p>
          <w:p w:rsidR="000D448F" w:rsidRPr="00C63F01" w:rsidRDefault="000D448F" w:rsidP="008E1DC9"/>
          <w:p w:rsidR="000D448F" w:rsidRPr="00C63F01" w:rsidRDefault="000D448F" w:rsidP="008E1DC9">
            <w:r w:rsidRPr="00C63F01">
              <w:rPr>
                <w:b/>
              </w:rPr>
              <w:t>Media/technologies/resources:</w:t>
            </w:r>
          </w:p>
          <w:p w:rsidR="000D448F" w:rsidRDefault="000D448F" w:rsidP="008E1DC9">
            <w:r>
              <w:fldChar w:fldCharType="begin">
                <w:ffData>
                  <w:name w:val="Text1"/>
                  <w:enabled/>
                  <w:calcOnExit w:val="0"/>
                  <w:textInput/>
                </w:ffData>
              </w:fldChar>
            </w:r>
            <w:r>
              <w:instrText xml:space="preserve"> FORMTEXT </w:instrText>
            </w:r>
            <w:r>
              <w:fldChar w:fldCharType="separate"/>
            </w:r>
            <w:r w:rsidR="00C7183E">
              <w:rPr>
                <w:noProof/>
              </w:rPr>
              <w:t>Projector, Whiteboard, ELMO</w:t>
            </w:r>
            <w:r>
              <w:fldChar w:fldCharType="end"/>
            </w:r>
          </w:p>
          <w:p w:rsidR="000D448F" w:rsidRPr="00C63F01" w:rsidRDefault="000D448F" w:rsidP="008E1DC9"/>
        </w:tc>
      </w:tr>
      <w:tr w:rsidR="000D448F" w:rsidRPr="00C63F01" w:rsidTr="008E1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13050" w:type="dxa"/>
            <w:gridSpan w:val="3"/>
          </w:tcPr>
          <w:p w:rsidR="000D448F" w:rsidRPr="00C63F01" w:rsidRDefault="000D448F" w:rsidP="008E1DC9">
            <w:r w:rsidRPr="00C63F01">
              <w:t>Procedures: Describe the sequence of strategies and activities you will use to engage students and accomplish your objectives. Within this sequence, describe how the differentiated strategies will meet individual student needs and diverse learners in your plan.</w:t>
            </w:r>
            <w:r>
              <w:t xml:space="preserve"> (Use this section to outline </w:t>
            </w:r>
            <w:proofErr w:type="gramStart"/>
            <w:r>
              <w:t>the who</w:t>
            </w:r>
            <w:proofErr w:type="gramEnd"/>
            <w:r>
              <w:t>, what, when, and where of the instructional strategies and activities.)</w:t>
            </w:r>
          </w:p>
          <w:p w:rsidR="00C7183E" w:rsidRDefault="000D448F" w:rsidP="008E1DC9">
            <w:pPr>
              <w:rPr>
                <w:noProof/>
              </w:rPr>
            </w:pPr>
            <w:r>
              <w:fldChar w:fldCharType="begin">
                <w:ffData>
                  <w:name w:val="Text1"/>
                  <w:enabled/>
                  <w:calcOnExit w:val="0"/>
                  <w:textInput/>
                </w:ffData>
              </w:fldChar>
            </w:r>
            <w:r>
              <w:instrText xml:space="preserve"> FORMTEXT </w:instrText>
            </w:r>
            <w:r>
              <w:fldChar w:fldCharType="separate"/>
            </w:r>
            <w:r w:rsidR="00C7183E">
              <w:rPr>
                <w:noProof/>
              </w:rPr>
              <w:t>0-5 Minutes: The students will begin their bellwork, I will be taking attendance and handing out the papers the students will need for the day. I will also let the students know what we will be learning today as well as the essential question</w:t>
            </w:r>
            <w:r w:rsidR="00D777CB">
              <w:rPr>
                <w:noProof/>
              </w:rPr>
              <w:t>s</w:t>
            </w:r>
            <w:r w:rsidR="00C7183E">
              <w:rPr>
                <w:noProof/>
              </w:rPr>
              <w:t>.</w:t>
            </w:r>
          </w:p>
          <w:p w:rsidR="00C7183E" w:rsidRDefault="00C7183E" w:rsidP="008E1DC9">
            <w:pPr>
              <w:rPr>
                <w:noProof/>
              </w:rPr>
            </w:pPr>
            <w:r>
              <w:rPr>
                <w:noProof/>
              </w:rPr>
              <w:t>5-15 Minutes: I will begin the powerpoint for the students and engage their prior knowledge of the day before. We will categorize the different reasons behind the Crusades and give specifics for these reasons.(This will be done on the whiteboard along with the students)</w:t>
            </w:r>
          </w:p>
          <w:p w:rsidR="00C7183E" w:rsidRDefault="00C7183E" w:rsidP="008E1DC9">
            <w:pPr>
              <w:rPr>
                <w:noProof/>
              </w:rPr>
            </w:pPr>
            <w:r>
              <w:rPr>
                <w:noProof/>
              </w:rPr>
              <w:t>15-22 Minutes: Students will be assigned a specific role in society and they will write a short paragraph on what they think the most important reason behind Crusading was for each specific group.</w:t>
            </w:r>
          </w:p>
          <w:p w:rsidR="00C7183E" w:rsidRDefault="00C7183E" w:rsidP="008E1DC9">
            <w:pPr>
              <w:rPr>
                <w:noProof/>
              </w:rPr>
            </w:pPr>
            <w:r>
              <w:rPr>
                <w:noProof/>
              </w:rPr>
              <w:t>22-28 Minutes: As a class we will share the results from these paragraphs so we can see why the different groups went on Crusades. I will ask questions such as</w:t>
            </w:r>
          </w:p>
          <w:p w:rsidR="00C7183E" w:rsidRDefault="00C7183E" w:rsidP="008E1DC9">
            <w:pPr>
              <w:rPr>
                <w:noProof/>
              </w:rPr>
            </w:pPr>
            <w:r>
              <w:rPr>
                <w:noProof/>
              </w:rPr>
              <w:t xml:space="preserve">   - Why was this important to your social class?</w:t>
            </w:r>
          </w:p>
          <w:p w:rsidR="00C7183E" w:rsidRDefault="00C7183E" w:rsidP="008E1DC9">
            <w:pPr>
              <w:rPr>
                <w:noProof/>
              </w:rPr>
            </w:pPr>
            <w:r>
              <w:rPr>
                <w:noProof/>
              </w:rPr>
              <w:t xml:space="preserve">   - Does this reason cross into other social classes?</w:t>
            </w:r>
          </w:p>
          <w:p w:rsidR="00C7183E" w:rsidRDefault="00C7183E" w:rsidP="008E1DC9">
            <w:pPr>
              <w:rPr>
                <w:noProof/>
              </w:rPr>
            </w:pPr>
            <w:r>
              <w:rPr>
                <w:noProof/>
              </w:rPr>
              <w:t xml:space="preserve">   - Do you think this is relevant today? Why/Why not?</w:t>
            </w:r>
          </w:p>
          <w:p w:rsidR="00C7183E" w:rsidRDefault="00C7183E" w:rsidP="008E1DC9">
            <w:pPr>
              <w:rPr>
                <w:noProof/>
              </w:rPr>
            </w:pPr>
            <w:r>
              <w:rPr>
                <w:noProof/>
              </w:rPr>
              <w:lastRenderedPageBreak/>
              <w:t>28-35 Minutes: We will now discuss what possible</w:t>
            </w:r>
            <w:r w:rsidR="00362C9E">
              <w:rPr>
                <w:noProof/>
              </w:rPr>
              <w:t xml:space="preserve"> reasons for </w:t>
            </w:r>
            <w:r>
              <w:rPr>
                <w:noProof/>
              </w:rPr>
              <w:t xml:space="preserve"> students </w:t>
            </w:r>
            <w:r w:rsidR="00362C9E">
              <w:rPr>
                <w:noProof/>
              </w:rPr>
              <w:t xml:space="preserve">to </w:t>
            </w:r>
            <w:r>
              <w:rPr>
                <w:noProof/>
              </w:rPr>
              <w:t>crusade today. I will ask the students what they would Crusade for and give examples such as, "Family, friends, religion, patriotism, heroics, money"</w:t>
            </w:r>
          </w:p>
          <w:p w:rsidR="00362C9E" w:rsidRDefault="00362C9E" w:rsidP="008E1DC9">
            <w:pPr>
              <w:rPr>
                <w:noProof/>
              </w:rPr>
            </w:pPr>
            <w:r>
              <w:rPr>
                <w:noProof/>
              </w:rPr>
              <w:t xml:space="preserve">  -</w:t>
            </w:r>
            <w:r w:rsidR="008E7C57">
              <w:rPr>
                <w:noProof/>
              </w:rPr>
              <w:t xml:space="preserve"> </w:t>
            </w:r>
            <w:r>
              <w:rPr>
                <w:noProof/>
              </w:rPr>
              <w:t>I will also ask the students why these reasons are important to them.</w:t>
            </w:r>
          </w:p>
          <w:p w:rsidR="00362C9E" w:rsidRDefault="00362C9E" w:rsidP="008E1DC9">
            <w:pPr>
              <w:rPr>
                <w:noProof/>
              </w:rPr>
            </w:pPr>
            <w:r>
              <w:rPr>
                <w:noProof/>
              </w:rPr>
              <w:t xml:space="preserve">  - I will ask students why they think the reasons we talked about today were important to the Medieval people.</w:t>
            </w:r>
          </w:p>
          <w:p w:rsidR="00362C9E" w:rsidRDefault="00362C9E" w:rsidP="008E1DC9">
            <w:pPr>
              <w:rPr>
                <w:noProof/>
              </w:rPr>
            </w:pPr>
            <w:r>
              <w:rPr>
                <w:noProof/>
              </w:rPr>
              <w:t xml:space="preserve">  - I will ask students if they believe that the Crusades were justified in any way? Can they ever be justified?</w:t>
            </w:r>
          </w:p>
          <w:p w:rsidR="003B4A84" w:rsidRDefault="00362C9E" w:rsidP="003B4A84">
            <w:pPr>
              <w:rPr>
                <w:noProof/>
              </w:rPr>
            </w:pPr>
            <w:r>
              <w:rPr>
                <w:noProof/>
              </w:rPr>
              <w:t>35-42 Minutes:</w:t>
            </w:r>
            <w:r w:rsidR="003B4A84">
              <w:rPr>
                <w:noProof/>
              </w:rPr>
              <w:t xml:space="preserve"> I will give the students a quote that hopefully will give them a reason to believe in something enough to fight for it.</w:t>
            </w:r>
          </w:p>
          <w:p w:rsidR="003B4A84" w:rsidRDefault="003B4A84" w:rsidP="003B4A84">
            <w:pPr>
              <w:rPr>
                <w:noProof/>
              </w:rPr>
            </w:pPr>
            <w:r>
              <w:rPr>
                <w:noProof/>
              </w:rPr>
              <w:t>I will reference the people from the Middle Ages and say that they believed in something enough to die for it, do you believe in something enough to stand up for it?</w:t>
            </w:r>
          </w:p>
          <w:p w:rsidR="003B4A84" w:rsidRDefault="003B4A84" w:rsidP="003B4A84">
            <w:pPr>
              <w:rPr>
                <w:noProof/>
              </w:rPr>
            </w:pPr>
            <w:r>
              <w:rPr>
                <w:noProof/>
              </w:rPr>
              <w:t>"Today I want you</w:t>
            </w:r>
            <w:r w:rsidR="008E7C57">
              <w:rPr>
                <w:noProof/>
              </w:rPr>
              <w:t xml:space="preserve"> and a partner</w:t>
            </w:r>
            <w:r>
              <w:rPr>
                <w:noProof/>
              </w:rPr>
              <w:t xml:space="preserve"> to think about what you believe in at your core, </w:t>
            </w:r>
            <w:r w:rsidR="008E7C57">
              <w:rPr>
                <w:noProof/>
              </w:rPr>
              <w:t xml:space="preserve">because </w:t>
            </w:r>
            <w:r>
              <w:rPr>
                <w:noProof/>
              </w:rPr>
              <w:t xml:space="preserve">it is vital to being a </w:t>
            </w:r>
            <w:r w:rsidR="00D777CB">
              <w:rPr>
                <w:noProof/>
              </w:rPr>
              <w:t>citizen</w:t>
            </w:r>
            <w:r>
              <w:rPr>
                <w:noProof/>
              </w:rPr>
              <w:t xml:space="preserve"> </w:t>
            </w:r>
            <w:r w:rsidR="00D777CB">
              <w:rPr>
                <w:noProof/>
              </w:rPr>
              <w:t>of</w:t>
            </w:r>
            <w:bookmarkStart w:id="4" w:name="_GoBack"/>
            <w:bookmarkEnd w:id="4"/>
            <w:r>
              <w:rPr>
                <w:noProof/>
              </w:rPr>
              <w:t xml:space="preserve"> todays interconnected world."</w:t>
            </w:r>
          </w:p>
          <w:p w:rsidR="003B4A84" w:rsidRDefault="003B4A84" w:rsidP="003B4A84">
            <w:pPr>
              <w:rPr>
                <w:noProof/>
              </w:rPr>
            </w:pPr>
            <w:r>
              <w:rPr>
                <w:noProof/>
              </w:rPr>
              <w:t>42-End of Class: Students will write a short 1-2 sentences on what they would crusade for and why on the second half of their sheet. They will turn this into me as they leave the classroom.</w:t>
            </w:r>
          </w:p>
          <w:p w:rsidR="003B4A84" w:rsidRDefault="003B4A84" w:rsidP="003B4A84">
            <w:pPr>
              <w:rPr>
                <w:noProof/>
              </w:rPr>
            </w:pPr>
          </w:p>
          <w:p w:rsidR="000D448F" w:rsidRDefault="000D448F" w:rsidP="003B4A84">
            <w:r>
              <w:fldChar w:fldCharType="end"/>
            </w:r>
          </w:p>
          <w:p w:rsidR="000D448F" w:rsidRPr="00C63F01" w:rsidRDefault="000D448F" w:rsidP="008E1DC9"/>
          <w:p w:rsidR="000D448F" w:rsidRPr="00C63F01" w:rsidRDefault="000D448F" w:rsidP="008E1DC9"/>
          <w:p w:rsidR="000D448F" w:rsidRPr="00C63F01" w:rsidRDefault="000D448F" w:rsidP="008E1DC9"/>
          <w:p w:rsidR="000D448F" w:rsidRPr="00C63F01" w:rsidRDefault="000D448F" w:rsidP="008E1DC9">
            <w:pPr>
              <w:autoSpaceDE w:val="0"/>
              <w:autoSpaceDN w:val="0"/>
              <w:adjustRightInd w:val="0"/>
            </w:pPr>
          </w:p>
        </w:tc>
      </w:tr>
    </w:tbl>
    <w:p w:rsidR="00BE7F04" w:rsidRDefault="00BE7F04"/>
    <w:sectPr w:rsidR="00BE7F04" w:rsidSect="000D448F">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5942CF"/>
    <w:multiLevelType w:val="hybridMultilevel"/>
    <w:tmpl w:val="78BAF066"/>
    <w:lvl w:ilvl="0" w:tplc="04090017">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edit="forms" w:enforcement="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7D0"/>
    <w:rsid w:val="000D448F"/>
    <w:rsid w:val="0034526F"/>
    <w:rsid w:val="00362C9E"/>
    <w:rsid w:val="003B4A84"/>
    <w:rsid w:val="005363F1"/>
    <w:rsid w:val="00864565"/>
    <w:rsid w:val="008E1DC9"/>
    <w:rsid w:val="008E7C57"/>
    <w:rsid w:val="0095683E"/>
    <w:rsid w:val="00A716AA"/>
    <w:rsid w:val="00A947D0"/>
    <w:rsid w:val="00BE7F04"/>
    <w:rsid w:val="00C7183E"/>
    <w:rsid w:val="00CD25B9"/>
    <w:rsid w:val="00D777CB"/>
    <w:rsid w:val="00DB1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5EF11F-4C54-4DC1-A5BF-32C8421BB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48F"/>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448F"/>
    <w:pPr>
      <w:ind w:left="720"/>
      <w:contextualSpacing/>
    </w:pPr>
  </w:style>
  <w:style w:type="paragraph" w:styleId="NoSpacing">
    <w:name w:val="No Spacing"/>
    <w:uiPriority w:val="1"/>
    <w:qFormat/>
    <w:rsid w:val="000D448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FARMW~1\AppData\Local\Temp\Task%20A2%20Lesson%20Plan%20for%20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Task A2 Lesson Plan for 2012</Template>
  <TotalTime>67</TotalTime>
  <Pages>3</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Farmwald, David</dc:creator>
  <cp:keywords/>
  <dc:description/>
  <cp:lastModifiedBy>Farmwald, David</cp:lastModifiedBy>
  <cp:revision>3</cp:revision>
  <dcterms:created xsi:type="dcterms:W3CDTF">2014-04-09T13:24:00Z</dcterms:created>
  <dcterms:modified xsi:type="dcterms:W3CDTF">2014-04-09T14:55:00Z</dcterms:modified>
</cp:coreProperties>
</file>